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77777777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38A72613" w14:textId="038CF7A3" w:rsidR="00FB436C" w:rsidRPr="00FB436C" w:rsidRDefault="00FB436C" w:rsidP="00FB436C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624670">
        <w:rPr>
          <w:b/>
          <w:sz w:val="28"/>
        </w:rPr>
        <w:t>3</w:t>
      </w:r>
      <w:r w:rsidRPr="00FB436C">
        <w:rPr>
          <w:b/>
          <w:sz w:val="28"/>
        </w:rPr>
        <w:t xml:space="preserve"> – Unité </w:t>
      </w:r>
      <w:r w:rsidR="00624670">
        <w:rPr>
          <w:b/>
          <w:sz w:val="28"/>
        </w:rPr>
        <w:t>4</w:t>
      </w:r>
    </w:p>
    <w:p w14:paraId="01DB7BF5" w14:textId="6341CAB0" w:rsidR="00F46A9D" w:rsidRDefault="00FE2A28" w:rsidP="00924281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La technologie et vous !</w:t>
      </w:r>
    </w:p>
    <w:p w14:paraId="0A15DAE3" w14:textId="666A8FBC" w:rsidR="00FE2A28" w:rsidRDefault="00056135" w:rsidP="00FB436C">
      <w:pPr>
        <w:spacing w:after="0" w:line="240" w:lineRule="auto"/>
        <w:jc w:val="center"/>
        <w:rPr>
          <w:b/>
          <w:sz w:val="28"/>
        </w:rPr>
      </w:pPr>
      <w:r>
        <w:rPr>
          <w:b/>
          <w:i/>
          <w:sz w:val="28"/>
        </w:rPr>
        <w:t>Revue des phrases avec SI</w:t>
      </w:r>
    </w:p>
    <w:p w14:paraId="21190FC4" w14:textId="77777777" w:rsidR="00056135" w:rsidRDefault="00056135" w:rsidP="00924281">
      <w:pPr>
        <w:spacing w:after="0" w:line="240" w:lineRule="auto"/>
        <w:rPr>
          <w:b/>
          <w:sz w:val="28"/>
        </w:rPr>
      </w:pPr>
    </w:p>
    <w:p w14:paraId="2F9FAC91" w14:textId="65093833" w:rsidR="009830CE" w:rsidRDefault="009F301C" w:rsidP="0092428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Contexte</w:t>
      </w:r>
      <w:r w:rsidR="009830CE">
        <w:rPr>
          <w:b/>
          <w:sz w:val="24"/>
        </w:rPr>
        <w:t xml:space="preserve">: </w:t>
      </w:r>
      <w:r w:rsidRPr="009F301C">
        <w:rPr>
          <w:sz w:val="24"/>
        </w:rPr>
        <w:t xml:space="preserve">Vos parents vous ont mentionné la possibilité qu’ils vous offrent un nouveau téléphone intelligent pour </w:t>
      </w:r>
      <w:r w:rsidR="002235DF">
        <w:rPr>
          <w:sz w:val="24"/>
        </w:rPr>
        <w:t>fêter la fin de l’année scolaire</w:t>
      </w:r>
      <w:bookmarkStart w:id="0" w:name="_GoBack"/>
      <w:bookmarkEnd w:id="0"/>
      <w:r w:rsidRPr="009F301C">
        <w:rPr>
          <w:sz w:val="24"/>
        </w:rPr>
        <w:t xml:space="preserve">. Vous espérez qu’ils le feront et pour les convaincre vous composez des raisons </w:t>
      </w:r>
      <w:r w:rsidR="00E07257">
        <w:rPr>
          <w:sz w:val="24"/>
        </w:rPr>
        <w:t>pour lesquelles</w:t>
      </w:r>
      <w:r w:rsidRPr="009F301C">
        <w:rPr>
          <w:sz w:val="24"/>
        </w:rPr>
        <w:t xml:space="preserve"> ils devraient vous l’acheter.</w:t>
      </w:r>
      <w:r>
        <w:rPr>
          <w:b/>
          <w:sz w:val="24"/>
        </w:rPr>
        <w:t xml:space="preserve"> </w:t>
      </w:r>
    </w:p>
    <w:p w14:paraId="6FB73895" w14:textId="77777777" w:rsidR="009F301C" w:rsidRDefault="009F301C" w:rsidP="00924281">
      <w:pPr>
        <w:spacing w:after="0" w:line="240" w:lineRule="auto"/>
        <w:rPr>
          <w:b/>
          <w:sz w:val="24"/>
        </w:rPr>
      </w:pPr>
    </w:p>
    <w:p w14:paraId="63029879" w14:textId="176FDD32" w:rsidR="009F301C" w:rsidRDefault="009F301C" w:rsidP="00924281">
      <w:pPr>
        <w:spacing w:after="0" w:line="240" w:lineRule="auto"/>
        <w:rPr>
          <w:i/>
          <w:sz w:val="24"/>
        </w:rPr>
      </w:pPr>
      <w:r>
        <w:rPr>
          <w:b/>
          <w:sz w:val="24"/>
        </w:rPr>
        <w:t>Tâche :</w:t>
      </w:r>
      <w:r>
        <w:rPr>
          <w:sz w:val="24"/>
        </w:rPr>
        <w:t xml:space="preserve"> Composez des phrases avec </w:t>
      </w:r>
      <w:r>
        <w:rPr>
          <w:i/>
          <w:sz w:val="24"/>
        </w:rPr>
        <w:t>Si…</w:t>
      </w:r>
    </w:p>
    <w:p w14:paraId="398573F9" w14:textId="77777777" w:rsidR="009F301C" w:rsidRDefault="009F301C" w:rsidP="00924281">
      <w:pPr>
        <w:spacing w:after="0" w:line="240" w:lineRule="auto"/>
        <w:rPr>
          <w:i/>
          <w:sz w:val="24"/>
        </w:rPr>
      </w:pPr>
    </w:p>
    <w:p w14:paraId="4FBEE2C2" w14:textId="7E75E6C3" w:rsidR="009F301C" w:rsidRDefault="009F301C" w:rsidP="00924281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But : </w:t>
      </w:r>
      <w:r>
        <w:rPr>
          <w:sz w:val="24"/>
        </w:rPr>
        <w:t>Convaincre vos parents de vous acheter le nouveau téléphone</w:t>
      </w:r>
    </w:p>
    <w:p w14:paraId="3AC3A216" w14:textId="77777777" w:rsidR="00E07257" w:rsidRDefault="00E07257" w:rsidP="00924281">
      <w:pPr>
        <w:spacing w:after="0" w:line="240" w:lineRule="auto"/>
        <w:rPr>
          <w:sz w:val="24"/>
        </w:rPr>
      </w:pPr>
    </w:p>
    <w:p w14:paraId="7E2DEEBE" w14:textId="14DB2C7E" w:rsidR="00E07257" w:rsidRDefault="00E07257" w:rsidP="0092428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Éléments requis :</w:t>
      </w:r>
    </w:p>
    <w:p w14:paraId="3746A388" w14:textId="6EC6AC14" w:rsidR="00E07257" w:rsidRDefault="00E07257" w:rsidP="00E07257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l’imparfait</w:t>
      </w:r>
    </w:p>
    <w:p w14:paraId="47DC7022" w14:textId="4965AC10" w:rsidR="00E07257" w:rsidRDefault="00E07257" w:rsidP="00E07257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le conditionnel</w:t>
      </w:r>
    </w:p>
    <w:p w14:paraId="56C47267" w14:textId="4EB86747" w:rsidR="00E07257" w:rsidRPr="00E07257" w:rsidRDefault="00E07257" w:rsidP="00E07257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le vocabulaire : les gadgets</w:t>
      </w:r>
    </w:p>
    <w:p w14:paraId="597E9E54" w14:textId="77777777" w:rsidR="00056135" w:rsidRDefault="00056135" w:rsidP="00924281">
      <w:pPr>
        <w:spacing w:after="0" w:line="240" w:lineRule="auto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6"/>
        <w:gridCol w:w="3642"/>
        <w:gridCol w:w="4050"/>
      </w:tblGrid>
      <w:tr w:rsidR="00056135" w14:paraId="501C126B" w14:textId="77777777" w:rsidTr="00056135">
        <w:tc>
          <w:tcPr>
            <w:tcW w:w="2586" w:type="dxa"/>
          </w:tcPr>
          <w:p w14:paraId="6A749E55" w14:textId="7D1173CC" w:rsidR="00056135" w:rsidRDefault="00056135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Conjonction</w:t>
            </w:r>
          </w:p>
        </w:tc>
        <w:tc>
          <w:tcPr>
            <w:tcW w:w="3642" w:type="dxa"/>
          </w:tcPr>
          <w:p w14:paraId="16EB1765" w14:textId="7EFBBC22" w:rsidR="00056135" w:rsidRPr="00056135" w:rsidRDefault="00056135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l’imparfait (forme </w:t>
            </w:r>
            <w:r>
              <w:rPr>
                <w:b/>
                <w:i/>
                <w:sz w:val="24"/>
              </w:rPr>
              <w:t>nous</w:t>
            </w:r>
            <w:r>
              <w:rPr>
                <w:b/>
                <w:sz w:val="24"/>
              </w:rPr>
              <w:t>, -</w:t>
            </w:r>
            <w:proofErr w:type="spellStart"/>
            <w:r>
              <w:rPr>
                <w:b/>
                <w:sz w:val="24"/>
              </w:rPr>
              <w:t>ons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050" w:type="dxa"/>
          </w:tcPr>
          <w:p w14:paraId="53ED427A" w14:textId="21AC966A" w:rsidR="00056135" w:rsidRDefault="00056135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 conditionnel (l’infinitif, le radical)</w:t>
            </w:r>
          </w:p>
        </w:tc>
      </w:tr>
      <w:tr w:rsidR="00056135" w14:paraId="0976E010" w14:textId="77777777" w:rsidTr="00056135">
        <w:tc>
          <w:tcPr>
            <w:tcW w:w="2586" w:type="dxa"/>
          </w:tcPr>
          <w:p w14:paraId="20B215C4" w14:textId="77777777" w:rsidR="000B585C" w:rsidRDefault="000B585C" w:rsidP="009F301C">
            <w:pPr>
              <w:jc w:val="center"/>
              <w:rPr>
                <w:b/>
                <w:i/>
                <w:sz w:val="24"/>
              </w:rPr>
            </w:pPr>
          </w:p>
          <w:p w14:paraId="207953D8" w14:textId="27ECB5EF" w:rsidR="00056135" w:rsidRPr="00056135" w:rsidRDefault="00056135" w:rsidP="009F301C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Si…</w:t>
            </w:r>
          </w:p>
        </w:tc>
        <w:tc>
          <w:tcPr>
            <w:tcW w:w="3642" w:type="dxa"/>
          </w:tcPr>
          <w:p w14:paraId="168B5891" w14:textId="77777777" w:rsidR="00056135" w:rsidRDefault="00056135" w:rsidP="009F301C">
            <w:pPr>
              <w:jc w:val="center"/>
              <w:rPr>
                <w:b/>
                <w:sz w:val="24"/>
              </w:rPr>
            </w:pPr>
          </w:p>
          <w:p w14:paraId="6CACBD81" w14:textId="1DEF4272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aller</w:t>
            </w:r>
          </w:p>
          <w:p w14:paraId="39EEEC62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7AD15E95" w14:textId="6AF9B9F8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avoir</w:t>
            </w:r>
          </w:p>
          <w:p w14:paraId="138E8088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5CE5A9A3" w14:textId="71A9AFF3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être</w:t>
            </w:r>
          </w:p>
          <w:p w14:paraId="15CFE009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3FF89229" w14:textId="3E0BFB19" w:rsidR="000B585C" w:rsidRP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faire</w:t>
            </w:r>
          </w:p>
          <w:p w14:paraId="54F9C59D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0D1EEDC2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pouvoir</w:t>
            </w:r>
          </w:p>
          <w:p w14:paraId="4B1DB010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685FEA4E" w14:textId="42AC911F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devoir</w:t>
            </w:r>
          </w:p>
          <w:p w14:paraId="7148237B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2F17B67C" w14:textId="650F1074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vouloir</w:t>
            </w:r>
          </w:p>
          <w:p w14:paraId="3BC08DDC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7693D728" w14:textId="053340BD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choisir</w:t>
            </w:r>
          </w:p>
          <w:p w14:paraId="1A475054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3CE16CCD" w14:textId="0DF722B0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??????</w:t>
            </w:r>
          </w:p>
          <w:p w14:paraId="6992405C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</w:tc>
        <w:tc>
          <w:tcPr>
            <w:tcW w:w="4050" w:type="dxa"/>
          </w:tcPr>
          <w:p w14:paraId="09606106" w14:textId="77777777" w:rsidR="00056135" w:rsidRDefault="00056135" w:rsidP="009F301C">
            <w:pPr>
              <w:jc w:val="center"/>
              <w:rPr>
                <w:b/>
                <w:sz w:val="24"/>
              </w:rPr>
            </w:pPr>
          </w:p>
          <w:p w14:paraId="6594D8B3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aller</w:t>
            </w:r>
          </w:p>
          <w:p w14:paraId="1A4A3AD3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2CBF646E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avoir</w:t>
            </w:r>
          </w:p>
          <w:p w14:paraId="457C9725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57BF2F58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être</w:t>
            </w:r>
          </w:p>
          <w:p w14:paraId="5C88390E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7101B21D" w14:textId="77777777" w:rsidR="000B585C" w:rsidRP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faire</w:t>
            </w:r>
          </w:p>
          <w:p w14:paraId="691AEF2E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4956A03C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pouvoir</w:t>
            </w:r>
          </w:p>
          <w:p w14:paraId="1B4E068D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1B5E0027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devoir</w:t>
            </w:r>
          </w:p>
          <w:p w14:paraId="0038A31A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17D5C223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vouloir</w:t>
            </w:r>
          </w:p>
          <w:p w14:paraId="7E857A33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61ADFBA8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choisir</w:t>
            </w:r>
          </w:p>
          <w:p w14:paraId="6A9C351E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</w:p>
          <w:p w14:paraId="05AEBEFB" w14:textId="77777777" w:rsidR="000B585C" w:rsidRDefault="000B585C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??????</w:t>
            </w:r>
          </w:p>
          <w:p w14:paraId="2ABC00C9" w14:textId="46632BD1" w:rsidR="000B585C" w:rsidRDefault="000B585C" w:rsidP="009F301C">
            <w:pPr>
              <w:jc w:val="center"/>
              <w:rPr>
                <w:b/>
                <w:sz w:val="24"/>
              </w:rPr>
            </w:pPr>
          </w:p>
        </w:tc>
      </w:tr>
    </w:tbl>
    <w:p w14:paraId="698CEB55" w14:textId="4CF83040" w:rsidR="00056135" w:rsidRDefault="00056135" w:rsidP="00924281">
      <w:pPr>
        <w:spacing w:after="0" w:line="240" w:lineRule="auto"/>
        <w:rPr>
          <w:b/>
          <w:sz w:val="24"/>
        </w:rPr>
      </w:pPr>
    </w:p>
    <w:p w14:paraId="5225AFD9" w14:textId="6146F4C9" w:rsidR="0099316E" w:rsidRDefault="0099316E">
      <w:pPr>
        <w:rPr>
          <w:sz w:val="24"/>
        </w:rPr>
      </w:pPr>
      <w:r>
        <w:rPr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E1FC1" wp14:editId="3A65C827">
                <wp:simplePos x="0" y="0"/>
                <wp:positionH relativeFrom="column">
                  <wp:posOffset>628650</wp:posOffset>
                </wp:positionH>
                <wp:positionV relativeFrom="paragraph">
                  <wp:posOffset>194945</wp:posOffset>
                </wp:positionV>
                <wp:extent cx="5518150" cy="571500"/>
                <wp:effectExtent l="50800" t="50800" r="69850" b="139700"/>
                <wp:wrapThrough wrapText="bothSides">
                  <wp:wrapPolygon edited="0">
                    <wp:start x="20084" y="-1920"/>
                    <wp:lineTo x="-199" y="0"/>
                    <wp:lineTo x="-199" y="18240"/>
                    <wp:lineTo x="20183" y="25920"/>
                    <wp:lineTo x="20680" y="25920"/>
                    <wp:lineTo x="20780" y="24000"/>
                    <wp:lineTo x="21774" y="12480"/>
                    <wp:lineTo x="21575" y="9600"/>
                    <wp:lineTo x="20780" y="-1920"/>
                    <wp:lineTo x="20084" y="-1920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0" cy="5715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0B9D2A" w14:textId="240B756D" w:rsidR="0099316E" w:rsidRPr="009F301C" w:rsidRDefault="0099316E" w:rsidP="009F301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F301C">
                              <w:rPr>
                                <w:sz w:val="28"/>
                              </w:rPr>
                              <w:t>AU VERSO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49.5pt;margin-top:15.35pt;width:434.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" adj="20481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30B9D2A" w14:textId="240B756D" w:rsidR="0099316E" w:rsidRPr="009F301C" w:rsidRDefault="0099316E" w:rsidP="009F301C">
                      <w:pPr>
                        <w:jc w:val="center"/>
                        <w:rPr>
                          <w:sz w:val="28"/>
                        </w:rPr>
                      </w:pPr>
                      <w:r w:rsidRPr="009F301C">
                        <w:rPr>
                          <w:sz w:val="28"/>
                        </w:rPr>
                        <w:t>AU VERSO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sz w:val="24"/>
        </w:rPr>
        <w:br w:type="page"/>
      </w:r>
    </w:p>
    <w:p w14:paraId="3BF47EFC" w14:textId="17AACDE6" w:rsidR="00243689" w:rsidRDefault="0099316E" w:rsidP="0027685D">
      <w:pPr>
        <w:rPr>
          <w:sz w:val="24"/>
        </w:rPr>
      </w:pPr>
      <w:r>
        <w:rPr>
          <w:sz w:val="24"/>
        </w:rPr>
        <w:lastRenderedPageBreak/>
        <w:t>1. _________________________________________________________________________________</w:t>
      </w:r>
    </w:p>
    <w:p w14:paraId="2D224B2D" w14:textId="0EA9AE26" w:rsidR="0099316E" w:rsidRDefault="0099316E" w:rsidP="0027685D">
      <w:pPr>
        <w:rPr>
          <w:sz w:val="24"/>
        </w:rPr>
      </w:pPr>
      <w:r>
        <w:rPr>
          <w:sz w:val="24"/>
        </w:rPr>
        <w:tab/>
        <w:t>_____________________________________________________________________________</w:t>
      </w:r>
    </w:p>
    <w:p w14:paraId="00DED013" w14:textId="77777777" w:rsidR="0099316E" w:rsidRDefault="0099316E" w:rsidP="0099316E">
      <w:pPr>
        <w:rPr>
          <w:sz w:val="24"/>
        </w:rPr>
      </w:pPr>
    </w:p>
    <w:p w14:paraId="383BF8EE" w14:textId="454C6B7B" w:rsidR="0099316E" w:rsidRDefault="0099316E" w:rsidP="0099316E">
      <w:pPr>
        <w:rPr>
          <w:sz w:val="24"/>
        </w:rPr>
      </w:pPr>
      <w:r>
        <w:rPr>
          <w:sz w:val="24"/>
        </w:rPr>
        <w:t>2. _________________________________________________________________________________</w:t>
      </w:r>
    </w:p>
    <w:p w14:paraId="1DA4040C" w14:textId="2ED209A7" w:rsidR="0099316E" w:rsidRDefault="0099316E" w:rsidP="0027685D">
      <w:pPr>
        <w:rPr>
          <w:sz w:val="24"/>
        </w:rPr>
      </w:pPr>
      <w:r>
        <w:rPr>
          <w:sz w:val="24"/>
        </w:rPr>
        <w:tab/>
        <w:t>_____________________________________________________________________________</w:t>
      </w:r>
    </w:p>
    <w:p w14:paraId="7EE11B8D" w14:textId="77777777" w:rsidR="0099316E" w:rsidRDefault="0099316E" w:rsidP="0099316E">
      <w:pPr>
        <w:rPr>
          <w:sz w:val="24"/>
        </w:rPr>
      </w:pPr>
    </w:p>
    <w:p w14:paraId="277F7CA5" w14:textId="44078786" w:rsidR="0099316E" w:rsidRDefault="0099316E" w:rsidP="0099316E">
      <w:pPr>
        <w:rPr>
          <w:sz w:val="24"/>
        </w:rPr>
      </w:pPr>
      <w:r>
        <w:rPr>
          <w:sz w:val="24"/>
        </w:rPr>
        <w:t>3. _________________________________________________________________________________</w:t>
      </w:r>
    </w:p>
    <w:p w14:paraId="60DD8F5F" w14:textId="77777777" w:rsidR="0099316E" w:rsidRDefault="0099316E" w:rsidP="0099316E">
      <w:pPr>
        <w:rPr>
          <w:sz w:val="24"/>
        </w:rPr>
      </w:pPr>
      <w:r>
        <w:rPr>
          <w:sz w:val="24"/>
        </w:rPr>
        <w:tab/>
        <w:t>_____________________________________________________________________________</w:t>
      </w:r>
    </w:p>
    <w:p w14:paraId="1CEAE856" w14:textId="77777777" w:rsidR="0099316E" w:rsidRDefault="0099316E" w:rsidP="0099316E">
      <w:pPr>
        <w:rPr>
          <w:sz w:val="24"/>
        </w:rPr>
      </w:pPr>
    </w:p>
    <w:p w14:paraId="1EE4FE1A" w14:textId="09FC80A2" w:rsidR="0099316E" w:rsidRDefault="0099316E" w:rsidP="0099316E">
      <w:pPr>
        <w:rPr>
          <w:sz w:val="24"/>
        </w:rPr>
      </w:pPr>
      <w:r>
        <w:rPr>
          <w:sz w:val="24"/>
        </w:rPr>
        <w:t>4. _________________________________________________________________________________</w:t>
      </w:r>
    </w:p>
    <w:p w14:paraId="51F4FB2B" w14:textId="77777777" w:rsidR="0099316E" w:rsidRDefault="0099316E" w:rsidP="0099316E">
      <w:pPr>
        <w:rPr>
          <w:sz w:val="24"/>
        </w:rPr>
      </w:pPr>
      <w:r>
        <w:rPr>
          <w:sz w:val="24"/>
        </w:rPr>
        <w:tab/>
        <w:t>_____________________________________________________________________________</w:t>
      </w:r>
    </w:p>
    <w:p w14:paraId="7ADFF0D9" w14:textId="77777777" w:rsidR="0099316E" w:rsidRDefault="0099316E" w:rsidP="0099316E">
      <w:pPr>
        <w:rPr>
          <w:sz w:val="24"/>
        </w:rPr>
      </w:pPr>
    </w:p>
    <w:p w14:paraId="3E5484A7" w14:textId="346AD0F3" w:rsidR="0099316E" w:rsidRDefault="0099316E" w:rsidP="0099316E">
      <w:pPr>
        <w:rPr>
          <w:sz w:val="24"/>
        </w:rPr>
      </w:pPr>
      <w:r>
        <w:rPr>
          <w:sz w:val="24"/>
        </w:rPr>
        <w:t>5. _________________________________________________________________________________</w:t>
      </w:r>
    </w:p>
    <w:p w14:paraId="4B71C0F3" w14:textId="77777777" w:rsidR="0099316E" w:rsidRDefault="0099316E" w:rsidP="0099316E">
      <w:pPr>
        <w:rPr>
          <w:sz w:val="24"/>
        </w:rPr>
      </w:pPr>
      <w:r>
        <w:rPr>
          <w:sz w:val="24"/>
        </w:rPr>
        <w:tab/>
        <w:t>_____________________________________________________________________________</w:t>
      </w:r>
    </w:p>
    <w:p w14:paraId="4AC912D9" w14:textId="77777777" w:rsidR="0099316E" w:rsidRDefault="0099316E" w:rsidP="0099316E">
      <w:pPr>
        <w:rPr>
          <w:sz w:val="24"/>
        </w:rPr>
      </w:pPr>
    </w:p>
    <w:p w14:paraId="254A1E77" w14:textId="77777777" w:rsidR="0099316E" w:rsidRDefault="0099316E" w:rsidP="0027685D">
      <w:pPr>
        <w:rPr>
          <w:sz w:val="24"/>
        </w:rPr>
      </w:pPr>
    </w:p>
    <w:sectPr w:rsidR="0099316E" w:rsidSect="00FB436C">
      <w:pgSz w:w="12240" w:h="15840"/>
      <w:pgMar w:top="864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99316E" w:rsidRDefault="0099316E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99316E" w:rsidRDefault="0099316E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99316E" w:rsidRDefault="0099316E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99316E" w:rsidRDefault="0099316E" w:rsidP="003B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56883"/>
    <w:multiLevelType w:val="hybridMultilevel"/>
    <w:tmpl w:val="7D5CAE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56135"/>
    <w:rsid w:val="00073CE1"/>
    <w:rsid w:val="000863E2"/>
    <w:rsid w:val="00092FAA"/>
    <w:rsid w:val="000B585C"/>
    <w:rsid w:val="000C1A43"/>
    <w:rsid w:val="000C5374"/>
    <w:rsid w:val="001145BD"/>
    <w:rsid w:val="00182381"/>
    <w:rsid w:val="00193E02"/>
    <w:rsid w:val="001D79BD"/>
    <w:rsid w:val="002235DF"/>
    <w:rsid w:val="00243689"/>
    <w:rsid w:val="00243CF8"/>
    <w:rsid w:val="0027685D"/>
    <w:rsid w:val="003132B7"/>
    <w:rsid w:val="003179D6"/>
    <w:rsid w:val="00334600"/>
    <w:rsid w:val="0039432D"/>
    <w:rsid w:val="003B65B5"/>
    <w:rsid w:val="003C2D95"/>
    <w:rsid w:val="003C6A13"/>
    <w:rsid w:val="00400750"/>
    <w:rsid w:val="004F60E7"/>
    <w:rsid w:val="0053500A"/>
    <w:rsid w:val="005477FE"/>
    <w:rsid w:val="005E5805"/>
    <w:rsid w:val="005F2BD9"/>
    <w:rsid w:val="00604D96"/>
    <w:rsid w:val="00624670"/>
    <w:rsid w:val="006A5F50"/>
    <w:rsid w:val="006B5CC3"/>
    <w:rsid w:val="00714004"/>
    <w:rsid w:val="00732F69"/>
    <w:rsid w:val="00745BEA"/>
    <w:rsid w:val="00751003"/>
    <w:rsid w:val="0078288E"/>
    <w:rsid w:val="007D686D"/>
    <w:rsid w:val="007E7A74"/>
    <w:rsid w:val="00885619"/>
    <w:rsid w:val="008F3884"/>
    <w:rsid w:val="00910BA9"/>
    <w:rsid w:val="00924281"/>
    <w:rsid w:val="0092603C"/>
    <w:rsid w:val="009830CE"/>
    <w:rsid w:val="0099316E"/>
    <w:rsid w:val="009B1715"/>
    <w:rsid w:val="009B1E61"/>
    <w:rsid w:val="009C1817"/>
    <w:rsid w:val="009F301C"/>
    <w:rsid w:val="00A119AA"/>
    <w:rsid w:val="00AC30ED"/>
    <w:rsid w:val="00AD4E8C"/>
    <w:rsid w:val="00B1344D"/>
    <w:rsid w:val="00B20768"/>
    <w:rsid w:val="00B3781F"/>
    <w:rsid w:val="00B915F5"/>
    <w:rsid w:val="00BD179D"/>
    <w:rsid w:val="00BF040E"/>
    <w:rsid w:val="00C9662C"/>
    <w:rsid w:val="00CA3B8A"/>
    <w:rsid w:val="00CA48EB"/>
    <w:rsid w:val="00D029AC"/>
    <w:rsid w:val="00D64045"/>
    <w:rsid w:val="00D93CF3"/>
    <w:rsid w:val="00D95351"/>
    <w:rsid w:val="00DE44A5"/>
    <w:rsid w:val="00E07257"/>
    <w:rsid w:val="00E2383F"/>
    <w:rsid w:val="00E31633"/>
    <w:rsid w:val="00E66DB8"/>
    <w:rsid w:val="00E7454D"/>
    <w:rsid w:val="00E9206A"/>
    <w:rsid w:val="00EE1B2B"/>
    <w:rsid w:val="00EF73C9"/>
    <w:rsid w:val="00F071FF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3C67F-8312-7A41-95CD-FE6CF7DC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13</TotalTime>
  <Pages>2</Pages>
  <Words>250</Words>
  <Characters>1429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6</cp:revision>
  <cp:lastPrinted>2011-11-09T14:52:00Z</cp:lastPrinted>
  <dcterms:created xsi:type="dcterms:W3CDTF">2013-12-02T17:58:00Z</dcterms:created>
  <dcterms:modified xsi:type="dcterms:W3CDTF">2014-05-14T17:34:00Z</dcterms:modified>
</cp:coreProperties>
</file>